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D13A32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874480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D13A32" w:rsidRPr="00883461">
        <w:rPr>
          <w:rStyle w:val="a9"/>
        </w:rPr>
        <w:fldChar w:fldCharType="separate"/>
      </w:r>
      <w:r w:rsidR="00874480" w:rsidRPr="00874480">
        <w:rPr>
          <w:rStyle w:val="a9"/>
        </w:rPr>
        <w:t xml:space="preserve"> Общество с ограниченной ответственностью "ЛГ Электроникс РУС" </w:t>
      </w:r>
      <w:r w:rsidR="00D13A32"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874480" w:rsidRPr="00AF49A3" w:rsidTr="008B4051">
        <w:trPr>
          <w:jc w:val="center"/>
        </w:trPr>
        <w:tc>
          <w:tcPr>
            <w:tcW w:w="3049" w:type="dxa"/>
            <w:vAlign w:val="center"/>
          </w:tcPr>
          <w:p w:rsidR="00874480" w:rsidRPr="00874480" w:rsidRDefault="00874480" w:rsidP="0087448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материального обеспечения производства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</w:tr>
      <w:tr w:rsidR="00874480" w:rsidRPr="00AF49A3" w:rsidTr="008B4051">
        <w:trPr>
          <w:jc w:val="center"/>
        </w:trPr>
        <w:tc>
          <w:tcPr>
            <w:tcW w:w="3049" w:type="dxa"/>
            <w:vAlign w:val="center"/>
          </w:tcPr>
          <w:p w:rsidR="00874480" w:rsidRPr="00874480" w:rsidRDefault="00874480" w:rsidP="00874480">
            <w:pPr>
              <w:pStyle w:val="aa"/>
              <w:rPr>
                <w:i/>
              </w:rPr>
            </w:pPr>
            <w:r>
              <w:rPr>
                <w:i/>
              </w:rPr>
              <w:t>Участок внутренней логистики для производства стиральных машин</w:t>
            </w:r>
          </w:p>
        </w:tc>
        <w:tc>
          <w:tcPr>
            <w:tcW w:w="3686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74480" w:rsidRPr="00063DF1" w:rsidRDefault="00874480" w:rsidP="00DB70BA">
            <w:pPr>
              <w:pStyle w:val="aa"/>
            </w:pPr>
          </w:p>
        </w:tc>
      </w:tr>
      <w:tr w:rsidR="00C56E76" w:rsidRPr="00AF49A3" w:rsidTr="008B4051">
        <w:trPr>
          <w:jc w:val="center"/>
        </w:trPr>
        <w:tc>
          <w:tcPr>
            <w:tcW w:w="3049" w:type="dxa"/>
            <w:vAlign w:val="center"/>
          </w:tcPr>
          <w:p w:rsidR="00C56E76" w:rsidRPr="00874480" w:rsidRDefault="00C56E76" w:rsidP="00874480">
            <w:pPr>
              <w:pStyle w:val="aa"/>
              <w:jc w:val="left"/>
            </w:pPr>
            <w:r>
              <w:t>24. Транспортировщик</w:t>
            </w:r>
          </w:p>
        </w:tc>
        <w:tc>
          <w:tcPr>
            <w:tcW w:w="3686" w:type="dxa"/>
            <w:vAlign w:val="center"/>
          </w:tcPr>
          <w:p w:rsidR="00C56E76" w:rsidRDefault="00C56E76" w:rsidP="00C56E76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C56E76" w:rsidRDefault="00C56E76" w:rsidP="00C56E76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C56E76" w:rsidRPr="00063DF1" w:rsidRDefault="00C56E7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56E76" w:rsidRPr="00063DF1" w:rsidRDefault="00C56E7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56E76" w:rsidRPr="00063DF1" w:rsidRDefault="00C56E76" w:rsidP="00DB70BA">
            <w:pPr>
              <w:pStyle w:val="aa"/>
            </w:pPr>
          </w:p>
        </w:tc>
      </w:tr>
      <w:tr w:rsidR="00C56E76" w:rsidRPr="00AF49A3" w:rsidTr="008B4051">
        <w:trPr>
          <w:jc w:val="center"/>
        </w:trPr>
        <w:tc>
          <w:tcPr>
            <w:tcW w:w="3049" w:type="dxa"/>
            <w:vAlign w:val="center"/>
          </w:tcPr>
          <w:p w:rsidR="00C56E76" w:rsidRDefault="00C56E76" w:rsidP="00874480">
            <w:pPr>
              <w:pStyle w:val="aa"/>
              <w:jc w:val="left"/>
            </w:pPr>
            <w:r>
              <w:t>25.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C56E76" w:rsidRPr="00063DF1" w:rsidRDefault="00C56E76" w:rsidP="00C56E76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C56E76" w:rsidRPr="00063DF1" w:rsidRDefault="00C56E76" w:rsidP="00C56E76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56E76" w:rsidRPr="00063DF1" w:rsidRDefault="00C56E7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56E76" w:rsidRPr="00063DF1" w:rsidRDefault="00C56E7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56E76" w:rsidRPr="00063DF1" w:rsidRDefault="00C56E76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27. Водитель электротележки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28. Водитель электротележки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>Участок внутренней логистики для производства холодильников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29. Водитель электротележки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30. Водитель электротележки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32. Водитель электротележки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33. Водитель электротележки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34. Водитель электротележки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подготовки </w:t>
            </w:r>
          </w:p>
          <w:p w:rsidR="008A4539" w:rsidRPr="00874480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>комплектующих для производства стиральных машин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35. Мастер склада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36. Кладовщик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39. Кладовщик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1D2119" w:rsidP="008A4539">
            <w:pPr>
              <w:pStyle w:val="aa"/>
              <w:rPr>
                <w:i/>
              </w:rPr>
            </w:pPr>
          </w:p>
          <w:p w:rsidR="001D2119" w:rsidRDefault="008A4539" w:rsidP="001D2119">
            <w:pPr>
              <w:pStyle w:val="aa"/>
              <w:jc w:val="left"/>
              <w:rPr>
                <w:i/>
              </w:rPr>
            </w:pPr>
            <w:r>
              <w:rPr>
                <w:i/>
              </w:rPr>
              <w:lastRenderedPageBreak/>
              <w:t xml:space="preserve">Участок подготовки комплектующих для производства </w:t>
            </w:r>
          </w:p>
          <w:p w:rsidR="008A4539" w:rsidRPr="00874480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>холодильников</w:t>
            </w:r>
          </w:p>
        </w:tc>
        <w:tc>
          <w:tcPr>
            <w:tcW w:w="3686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lastRenderedPageBreak/>
              <w:t>42. Кладовщик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74480">
            <w:pPr>
              <w:pStyle w:val="aa"/>
              <w:rPr>
                <w:i/>
              </w:rPr>
            </w:pPr>
            <w:r>
              <w:rPr>
                <w:b/>
                <w:i/>
              </w:rPr>
              <w:t>Отдел обеспечения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 xml:space="preserve">Сектор линейного контроля качества холодильников и </w:t>
            </w:r>
          </w:p>
          <w:p w:rsidR="001D2119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 xml:space="preserve">стиральных машин/Бригада </w:t>
            </w:r>
          </w:p>
          <w:p w:rsidR="008A4539" w:rsidRPr="00874480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 xml:space="preserve">линейного контроля качества стиральных машин 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85. Старший контролер деталей и 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86.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87.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88.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89.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90.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91.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92.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 xml:space="preserve">Сектор линейного контроля качества холодильников и стиральных машин/Бригада линейного контроля качества холодильников и стиральных машин </w:t>
            </w:r>
          </w:p>
        </w:tc>
        <w:tc>
          <w:tcPr>
            <w:tcW w:w="3686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93.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94.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95.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96.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1D2119" w:rsidP="008A4539">
            <w:pPr>
              <w:pStyle w:val="aa"/>
              <w:jc w:val="left"/>
            </w:pPr>
          </w:p>
          <w:p w:rsidR="001D2119" w:rsidRDefault="008A4539" w:rsidP="008A4539">
            <w:pPr>
              <w:pStyle w:val="aa"/>
              <w:jc w:val="left"/>
            </w:pPr>
            <w:r>
              <w:lastRenderedPageBreak/>
              <w:t xml:space="preserve">97.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1D2119" w:rsidRDefault="001D2119" w:rsidP="008A4539">
            <w:pPr>
              <w:pStyle w:val="aa"/>
            </w:pPr>
          </w:p>
          <w:p w:rsidR="008A4539" w:rsidRDefault="008A4539" w:rsidP="008A4539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D2119" w:rsidRDefault="001D2119" w:rsidP="008A4539">
            <w:pPr>
              <w:pStyle w:val="aa"/>
            </w:pPr>
          </w:p>
          <w:p w:rsidR="008A4539" w:rsidRDefault="008A4539" w:rsidP="008A4539">
            <w:pPr>
              <w:pStyle w:val="aa"/>
            </w:pPr>
            <w:r>
              <w:lastRenderedPageBreak/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lastRenderedPageBreak/>
              <w:t xml:space="preserve">98.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99.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100.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102.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103.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104.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105.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jc w:val="left"/>
            </w:pPr>
            <w:r>
              <w:t xml:space="preserve">106. Контролер деталей и </w:t>
            </w:r>
          </w:p>
          <w:p w:rsidR="008A4539" w:rsidRPr="00874480" w:rsidRDefault="008A4539" w:rsidP="008A453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Отдел охраны труда, </w:t>
            </w:r>
          </w:p>
          <w:p w:rsidR="008A4539" w:rsidRPr="00874480" w:rsidRDefault="008A4539" w:rsidP="008A453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промышленной безопасности и энергообеспечения - Сон Е.</w:t>
            </w:r>
          </w:p>
        </w:tc>
        <w:tc>
          <w:tcPr>
            <w:tcW w:w="3686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 xml:space="preserve">Сектор энергообеспечения и эксплуатации зданий и </w:t>
            </w:r>
          </w:p>
          <w:p w:rsidR="008A4539" w:rsidRPr="00874480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 xml:space="preserve">сооружений </w:t>
            </w:r>
          </w:p>
        </w:tc>
        <w:tc>
          <w:tcPr>
            <w:tcW w:w="3686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114. Оператор котельной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115. Оператор котельной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116. Оператор котельной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117. Оператор котельной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119.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121.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122.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126.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127.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74480">
            <w:pPr>
              <w:pStyle w:val="aa"/>
              <w:jc w:val="left"/>
            </w:pPr>
            <w:r>
              <w:t>128. Слесарь-сантехник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A4539" w:rsidRDefault="008A4539" w:rsidP="008A4539">
            <w:pPr>
              <w:pStyle w:val="aa"/>
              <w:jc w:val="left"/>
            </w:pPr>
            <w:r>
              <w:t>132. Электрогазосварщик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137. Оператор котельной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lastRenderedPageBreak/>
              <w:t>140.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142. Оператор котельной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Отдел по производству </w:t>
            </w:r>
          </w:p>
          <w:p w:rsidR="008A4539" w:rsidRPr="00874480" w:rsidRDefault="008A4539" w:rsidP="008A453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стиральных машин</w:t>
            </w:r>
          </w:p>
        </w:tc>
        <w:tc>
          <w:tcPr>
            <w:tcW w:w="3686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фронтальной стороны</w:t>
            </w:r>
          </w:p>
        </w:tc>
        <w:tc>
          <w:tcPr>
            <w:tcW w:w="3686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145. Техник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>Участок эксплуатации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147.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8A4539" w:rsidRPr="00874480" w:rsidRDefault="008A4539" w:rsidP="008A4539">
            <w:pPr>
              <w:pStyle w:val="aa"/>
              <w:jc w:val="left"/>
            </w:pPr>
            <w:r>
              <w:t>148.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8A4539" w:rsidRDefault="008A4539" w:rsidP="008A453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4539" w:rsidRDefault="008A4539" w:rsidP="008A453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Отдел по производству </w:t>
            </w:r>
          </w:p>
          <w:p w:rsidR="008A4539" w:rsidRPr="00874480" w:rsidRDefault="008A4539" w:rsidP="008A453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телевизоров и мониторов</w:t>
            </w:r>
          </w:p>
        </w:tc>
        <w:tc>
          <w:tcPr>
            <w:tcW w:w="3686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8A4539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 xml:space="preserve">Линия по производству </w:t>
            </w:r>
          </w:p>
          <w:p w:rsidR="008A4539" w:rsidRPr="00874480" w:rsidRDefault="008A4539" w:rsidP="008A4539">
            <w:pPr>
              <w:pStyle w:val="aa"/>
              <w:rPr>
                <w:i/>
              </w:rPr>
            </w:pPr>
            <w:r>
              <w:rPr>
                <w:i/>
              </w:rPr>
              <w:t xml:space="preserve">жидкокристаллических панелей </w:t>
            </w:r>
          </w:p>
        </w:tc>
        <w:tc>
          <w:tcPr>
            <w:tcW w:w="3686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A4539" w:rsidRDefault="008A453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A4539" w:rsidRPr="00063DF1" w:rsidRDefault="008A4539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2440D8">
            <w:pPr>
              <w:pStyle w:val="aa"/>
              <w:jc w:val="left"/>
            </w:pPr>
            <w:r>
              <w:t xml:space="preserve">150. Контролер деталей и </w:t>
            </w:r>
          </w:p>
          <w:p w:rsidR="009F3916" w:rsidRPr="00874480" w:rsidRDefault="009F3916" w:rsidP="002440D8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2440D8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2440D8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2440D8">
            <w:pPr>
              <w:pStyle w:val="aa"/>
              <w:jc w:val="left"/>
            </w:pPr>
            <w:r>
              <w:t xml:space="preserve">151. Контролер деталей и </w:t>
            </w:r>
          </w:p>
          <w:p w:rsidR="009F3916" w:rsidRPr="00874480" w:rsidRDefault="009F3916" w:rsidP="002440D8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2440D8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2440D8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2440D8">
            <w:pPr>
              <w:pStyle w:val="aa"/>
              <w:jc w:val="left"/>
            </w:pPr>
            <w:r>
              <w:t xml:space="preserve">152. Слесарь-сборщик радиоэлектронной аппаратуры и </w:t>
            </w:r>
          </w:p>
          <w:p w:rsidR="009F3916" w:rsidRPr="00874480" w:rsidRDefault="009F3916" w:rsidP="002440D8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2440D8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2440D8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2440D8">
            <w:pPr>
              <w:pStyle w:val="aa"/>
              <w:jc w:val="left"/>
            </w:pPr>
            <w:r>
              <w:t xml:space="preserve">153. Контролер деталей и </w:t>
            </w:r>
          </w:p>
          <w:p w:rsidR="009F3916" w:rsidRPr="00874480" w:rsidRDefault="009F3916" w:rsidP="002440D8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2440D8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2440D8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C5367A">
            <w:pPr>
              <w:pStyle w:val="aa"/>
              <w:rPr>
                <w:i/>
              </w:rPr>
            </w:pPr>
            <w:r>
              <w:rPr>
                <w:i/>
              </w:rPr>
              <w:t xml:space="preserve">Линия по производству ЖК </w:t>
            </w:r>
          </w:p>
          <w:p w:rsidR="009F3916" w:rsidRPr="00874480" w:rsidRDefault="009F3916" w:rsidP="00C5367A">
            <w:pPr>
              <w:pStyle w:val="aa"/>
              <w:rPr>
                <w:i/>
              </w:rPr>
            </w:pPr>
            <w:r>
              <w:rPr>
                <w:i/>
              </w:rPr>
              <w:t xml:space="preserve">панелей (L6) </w:t>
            </w:r>
          </w:p>
        </w:tc>
        <w:tc>
          <w:tcPr>
            <w:tcW w:w="3686" w:type="dxa"/>
            <w:vAlign w:val="center"/>
          </w:tcPr>
          <w:p w:rsidR="009F3916" w:rsidRDefault="009F3916" w:rsidP="00C5367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C5367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C5367A">
            <w:pPr>
              <w:pStyle w:val="aa"/>
              <w:jc w:val="left"/>
            </w:pPr>
            <w:r>
              <w:t xml:space="preserve">155. Контролер деталей и </w:t>
            </w:r>
          </w:p>
          <w:p w:rsidR="009F3916" w:rsidRPr="00874480" w:rsidRDefault="009F3916" w:rsidP="00C5367A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C536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C536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C5367A">
            <w:pPr>
              <w:pStyle w:val="aa"/>
              <w:jc w:val="left"/>
            </w:pPr>
            <w:r>
              <w:t xml:space="preserve">156. Слесарь-сборщик радиоэлектронной аппаратуры и </w:t>
            </w:r>
          </w:p>
          <w:p w:rsidR="009F3916" w:rsidRPr="00874480" w:rsidRDefault="009F3916" w:rsidP="00C5367A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C536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C536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C5367A">
            <w:pPr>
              <w:pStyle w:val="aa"/>
              <w:jc w:val="left"/>
            </w:pPr>
            <w:r>
              <w:t xml:space="preserve">157. Слесарь-сборщик радиоэлектронной аппаратуры и </w:t>
            </w:r>
          </w:p>
          <w:p w:rsidR="009F3916" w:rsidRPr="00874480" w:rsidRDefault="009F3916" w:rsidP="00C5367A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C536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C536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C5367A">
            <w:pPr>
              <w:pStyle w:val="aa"/>
              <w:jc w:val="left"/>
            </w:pPr>
            <w:r>
              <w:t xml:space="preserve">158. Слесарь-сборщик радиоэлектронной аппаратуры и </w:t>
            </w:r>
          </w:p>
          <w:p w:rsidR="009F3916" w:rsidRPr="00874480" w:rsidRDefault="009F3916" w:rsidP="00C5367A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C536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C536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C5367A">
            <w:pPr>
              <w:pStyle w:val="aa"/>
              <w:jc w:val="left"/>
            </w:pPr>
            <w:r>
              <w:lastRenderedPageBreak/>
              <w:t xml:space="preserve">159. Слесарь-сборщик радиоэлектронной аппаратуры и </w:t>
            </w:r>
          </w:p>
          <w:p w:rsidR="009F3916" w:rsidRPr="00874480" w:rsidRDefault="009F3916" w:rsidP="00C5367A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C5367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C5367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0B26D0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линии L1 производства телевизоров </w:t>
            </w:r>
          </w:p>
        </w:tc>
        <w:tc>
          <w:tcPr>
            <w:tcW w:w="3686" w:type="dxa"/>
            <w:vAlign w:val="center"/>
          </w:tcPr>
          <w:p w:rsidR="009F3916" w:rsidRDefault="009F3916" w:rsidP="000B26D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0B26D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0B26D0">
            <w:pPr>
              <w:pStyle w:val="aa"/>
              <w:jc w:val="left"/>
            </w:pPr>
            <w:r>
              <w:t xml:space="preserve">160. Слесарь-сборщик радиоэлектронной аппаратуры и </w:t>
            </w:r>
          </w:p>
          <w:p w:rsidR="009F3916" w:rsidRPr="00874480" w:rsidRDefault="009F3916" w:rsidP="000B26D0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0B26D0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0B26D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0B26D0">
            <w:pPr>
              <w:pStyle w:val="aa"/>
              <w:jc w:val="left"/>
            </w:pPr>
            <w:r>
              <w:t xml:space="preserve">161. Слесарь-сборщик радиоэлектронной аппаратуры и </w:t>
            </w:r>
          </w:p>
          <w:p w:rsidR="009F3916" w:rsidRPr="00874480" w:rsidRDefault="009F3916" w:rsidP="000B26D0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0B26D0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0B26D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0B26D0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линии L3 производства телевизоров </w:t>
            </w:r>
          </w:p>
        </w:tc>
        <w:tc>
          <w:tcPr>
            <w:tcW w:w="3686" w:type="dxa"/>
            <w:vAlign w:val="center"/>
          </w:tcPr>
          <w:p w:rsidR="009F3916" w:rsidRDefault="009F3916" w:rsidP="000B26D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0B26D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0B26D0">
            <w:pPr>
              <w:pStyle w:val="aa"/>
              <w:jc w:val="left"/>
            </w:pPr>
            <w:r>
              <w:t xml:space="preserve">162. Контролер деталей и </w:t>
            </w:r>
          </w:p>
          <w:p w:rsidR="009F3916" w:rsidRPr="00874480" w:rsidRDefault="009F3916" w:rsidP="000B26D0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0B26D0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0B26D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0B26D0">
            <w:pPr>
              <w:pStyle w:val="aa"/>
              <w:jc w:val="left"/>
            </w:pPr>
            <w:r>
              <w:t xml:space="preserve">163. Слесарь-сборщик радиоэлектронной аппаратуры и </w:t>
            </w:r>
          </w:p>
          <w:p w:rsidR="009F3916" w:rsidRPr="00874480" w:rsidRDefault="009F3916" w:rsidP="000B26D0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0B26D0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0B26D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F2899">
            <w:pPr>
              <w:pStyle w:val="aa"/>
              <w:jc w:val="left"/>
            </w:pPr>
            <w:r>
              <w:t xml:space="preserve">165. Слесарь-сборщик радиоэлектронной аппаратуры и </w:t>
            </w:r>
          </w:p>
          <w:p w:rsidR="009F3916" w:rsidRPr="00874480" w:rsidRDefault="009F3916" w:rsidP="004F289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4F289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F289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F2899">
            <w:pPr>
              <w:pStyle w:val="aa"/>
              <w:jc w:val="left"/>
            </w:pPr>
            <w:r>
              <w:t xml:space="preserve">166. Слесарь-сборщик радиоэлектронной аппаратуры и </w:t>
            </w:r>
          </w:p>
          <w:p w:rsidR="009F3916" w:rsidRPr="00874480" w:rsidRDefault="009F3916" w:rsidP="004F289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4F289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F289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F2899">
            <w:pPr>
              <w:pStyle w:val="aa"/>
              <w:jc w:val="left"/>
            </w:pPr>
            <w:r>
              <w:t xml:space="preserve">167. Слесарь-сборщик радиоэлектронной аппаратуры и </w:t>
            </w:r>
          </w:p>
          <w:p w:rsidR="009F3916" w:rsidRPr="00874480" w:rsidRDefault="009F3916" w:rsidP="004F289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4F289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F289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F2899">
            <w:pPr>
              <w:pStyle w:val="aa"/>
              <w:jc w:val="left"/>
            </w:pPr>
            <w:r>
              <w:t xml:space="preserve">168. Слесарь-сборщик радиоэлектронной аппаратуры и </w:t>
            </w:r>
          </w:p>
          <w:p w:rsidR="009F3916" w:rsidRPr="00874480" w:rsidRDefault="009F3916" w:rsidP="004F289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4F289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F289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F2899">
            <w:pPr>
              <w:pStyle w:val="aa"/>
              <w:jc w:val="left"/>
            </w:pPr>
            <w:r>
              <w:t xml:space="preserve">169. Контролер деталей и </w:t>
            </w:r>
          </w:p>
          <w:p w:rsidR="009F3916" w:rsidRPr="00874480" w:rsidRDefault="009F3916" w:rsidP="004F289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4F289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F289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4F2899">
            <w:pPr>
              <w:pStyle w:val="aa"/>
              <w:jc w:val="left"/>
            </w:pPr>
            <w:r>
              <w:t>170. Учетчик</w:t>
            </w:r>
          </w:p>
        </w:tc>
        <w:tc>
          <w:tcPr>
            <w:tcW w:w="3686" w:type="dxa"/>
            <w:vAlign w:val="center"/>
          </w:tcPr>
          <w:p w:rsidR="009F3916" w:rsidRDefault="009F3916" w:rsidP="004F289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F289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F2899">
            <w:pPr>
              <w:pStyle w:val="aa"/>
              <w:jc w:val="left"/>
            </w:pPr>
            <w:r>
              <w:t xml:space="preserve">171. Контролер деталей и </w:t>
            </w:r>
          </w:p>
          <w:p w:rsidR="009F3916" w:rsidRPr="00874480" w:rsidRDefault="009F3916" w:rsidP="004F289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4F289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F289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F2899">
            <w:pPr>
              <w:pStyle w:val="aa"/>
              <w:jc w:val="left"/>
            </w:pPr>
            <w:r>
              <w:t xml:space="preserve">172. Слесарь-сборщик радиоэлектронной аппаратуры и </w:t>
            </w:r>
          </w:p>
          <w:p w:rsidR="009F3916" w:rsidRPr="00874480" w:rsidRDefault="009F3916" w:rsidP="004F289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4F289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F289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D562CB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линии L5 производства телевизоров </w:t>
            </w:r>
          </w:p>
        </w:tc>
        <w:tc>
          <w:tcPr>
            <w:tcW w:w="3686" w:type="dxa"/>
            <w:vAlign w:val="center"/>
          </w:tcPr>
          <w:p w:rsidR="009F3916" w:rsidRDefault="009F3916" w:rsidP="00D562CB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D562CB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D562CB">
            <w:pPr>
              <w:pStyle w:val="aa"/>
              <w:jc w:val="left"/>
            </w:pPr>
            <w:r>
              <w:t xml:space="preserve">175. Слесарь-сборщик радиоэлектронной аппаратуры и </w:t>
            </w:r>
          </w:p>
          <w:p w:rsidR="009F3916" w:rsidRPr="00874480" w:rsidRDefault="009F3916" w:rsidP="00D562CB">
            <w:pPr>
              <w:pStyle w:val="aa"/>
              <w:jc w:val="left"/>
            </w:pPr>
            <w:r>
              <w:lastRenderedPageBreak/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D562CB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D562CB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D562CB">
            <w:pPr>
              <w:pStyle w:val="aa"/>
              <w:jc w:val="left"/>
            </w:pPr>
            <w:r>
              <w:lastRenderedPageBreak/>
              <w:t xml:space="preserve">176. Слесарь-сборщик радиоэлектронной аппаратуры и </w:t>
            </w:r>
          </w:p>
          <w:p w:rsidR="009F3916" w:rsidRPr="00874480" w:rsidRDefault="009F3916" w:rsidP="00D562CB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D562CB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D562CB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C0338A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линии L6 производства телевизоров </w:t>
            </w:r>
          </w:p>
        </w:tc>
        <w:tc>
          <w:tcPr>
            <w:tcW w:w="3686" w:type="dxa"/>
            <w:vAlign w:val="center"/>
          </w:tcPr>
          <w:p w:rsidR="009F3916" w:rsidRDefault="009F391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290E5A">
            <w:pPr>
              <w:pStyle w:val="aa"/>
              <w:jc w:val="left"/>
            </w:pPr>
            <w:r>
              <w:t xml:space="preserve">177. Слесарь-сборщик радиоэлектронной аппаратуры и </w:t>
            </w:r>
          </w:p>
          <w:p w:rsidR="009F3916" w:rsidRPr="00874480" w:rsidRDefault="009F3916" w:rsidP="00290E5A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290E5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290E5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290E5A">
            <w:pPr>
              <w:pStyle w:val="aa"/>
              <w:jc w:val="left"/>
            </w:pPr>
            <w:r>
              <w:t xml:space="preserve">178. Слесарь-сборщик радиоэлектронной аппаратуры и </w:t>
            </w:r>
          </w:p>
          <w:p w:rsidR="009F3916" w:rsidRPr="00874480" w:rsidRDefault="009F3916" w:rsidP="00290E5A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290E5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290E5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0271BA">
            <w:pPr>
              <w:pStyle w:val="aa"/>
              <w:jc w:val="left"/>
            </w:pPr>
            <w:r>
              <w:t xml:space="preserve">180. Контролер деталей и </w:t>
            </w:r>
          </w:p>
          <w:p w:rsidR="009F3916" w:rsidRPr="00874480" w:rsidRDefault="009F3916" w:rsidP="000271BA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0271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0271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0271BA">
            <w:pPr>
              <w:pStyle w:val="aa"/>
              <w:jc w:val="left"/>
            </w:pPr>
            <w:r>
              <w:t xml:space="preserve">181. Слесарь-сборщик радиоэлектронной аппаратуры и </w:t>
            </w:r>
          </w:p>
          <w:p w:rsidR="009F3916" w:rsidRPr="00874480" w:rsidRDefault="009F3916" w:rsidP="000271BA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0271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0271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0271BA">
            <w:pPr>
              <w:pStyle w:val="aa"/>
              <w:jc w:val="left"/>
            </w:pPr>
            <w:r>
              <w:t>182.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9F3916" w:rsidRDefault="009F3916" w:rsidP="000271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0271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12D49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массового </w:t>
            </w:r>
          </w:p>
          <w:p w:rsidR="009F3916" w:rsidRPr="00874480" w:rsidRDefault="009F3916" w:rsidP="00412D49">
            <w:pPr>
              <w:pStyle w:val="aa"/>
              <w:rPr>
                <w:i/>
              </w:rPr>
            </w:pPr>
            <w:r>
              <w:rPr>
                <w:i/>
              </w:rPr>
              <w:t xml:space="preserve">производства </w:t>
            </w:r>
          </w:p>
        </w:tc>
        <w:tc>
          <w:tcPr>
            <w:tcW w:w="3686" w:type="dxa"/>
            <w:vAlign w:val="center"/>
          </w:tcPr>
          <w:p w:rsidR="009F3916" w:rsidRDefault="009F3916" w:rsidP="00412D49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412D49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12D49">
            <w:pPr>
              <w:pStyle w:val="aa"/>
              <w:jc w:val="left"/>
            </w:pPr>
            <w:r>
              <w:t xml:space="preserve">184. Слесарь-сборщик радиоэлектронной аппаратуры и </w:t>
            </w:r>
          </w:p>
          <w:p w:rsidR="009F3916" w:rsidRPr="00874480" w:rsidRDefault="009F3916" w:rsidP="00412D4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412D4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12D4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412D49">
            <w:pPr>
              <w:pStyle w:val="aa"/>
              <w:rPr>
                <w:i/>
              </w:rPr>
            </w:pPr>
            <w:r>
              <w:rPr>
                <w:i/>
              </w:rPr>
              <w:t>Сектор поддержки массового производства</w:t>
            </w:r>
          </w:p>
        </w:tc>
        <w:tc>
          <w:tcPr>
            <w:tcW w:w="3686" w:type="dxa"/>
            <w:vAlign w:val="center"/>
          </w:tcPr>
          <w:p w:rsidR="009F3916" w:rsidRDefault="009F3916" w:rsidP="00412D49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412D49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412D49">
            <w:pPr>
              <w:pStyle w:val="aa"/>
              <w:jc w:val="left"/>
            </w:pPr>
            <w:r>
              <w:t xml:space="preserve">186. Слесарь-сборщик радиоэлектронной аппаратуры и </w:t>
            </w:r>
          </w:p>
          <w:p w:rsidR="009F3916" w:rsidRPr="00874480" w:rsidRDefault="009F3916" w:rsidP="00412D49">
            <w:pPr>
              <w:pStyle w:val="aa"/>
              <w:jc w:val="left"/>
            </w:pPr>
            <w:r>
              <w:t>приборов</w:t>
            </w:r>
          </w:p>
        </w:tc>
        <w:tc>
          <w:tcPr>
            <w:tcW w:w="3686" w:type="dxa"/>
            <w:vAlign w:val="center"/>
          </w:tcPr>
          <w:p w:rsidR="009F3916" w:rsidRDefault="009F3916" w:rsidP="00412D49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412D49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FC06F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Отдел по производству </w:t>
            </w:r>
          </w:p>
          <w:p w:rsidR="009F3916" w:rsidRPr="00874480" w:rsidRDefault="009F3916" w:rsidP="00FC06F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холодильников</w:t>
            </w:r>
          </w:p>
        </w:tc>
        <w:tc>
          <w:tcPr>
            <w:tcW w:w="3686" w:type="dxa"/>
            <w:vAlign w:val="center"/>
          </w:tcPr>
          <w:p w:rsidR="009F3916" w:rsidRDefault="009F391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9F3916" w:rsidP="00210348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заливки пены и </w:t>
            </w:r>
          </w:p>
          <w:p w:rsidR="009F3916" w:rsidRPr="00874480" w:rsidRDefault="009F3916" w:rsidP="00210348">
            <w:pPr>
              <w:pStyle w:val="aa"/>
              <w:rPr>
                <w:i/>
              </w:rPr>
            </w:pPr>
            <w:r>
              <w:rPr>
                <w:i/>
              </w:rPr>
              <w:t xml:space="preserve">предсборка В </w:t>
            </w:r>
          </w:p>
        </w:tc>
        <w:tc>
          <w:tcPr>
            <w:tcW w:w="3686" w:type="dxa"/>
            <w:vAlign w:val="center"/>
          </w:tcPr>
          <w:p w:rsidR="009F3916" w:rsidRDefault="009F3916" w:rsidP="00210348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210348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210348">
            <w:pPr>
              <w:pStyle w:val="aa"/>
              <w:jc w:val="left"/>
            </w:pPr>
            <w:r>
              <w:t>188. Слесарь-ремонтник</w:t>
            </w:r>
          </w:p>
        </w:tc>
        <w:tc>
          <w:tcPr>
            <w:tcW w:w="3686" w:type="dxa"/>
            <w:vAlign w:val="center"/>
          </w:tcPr>
          <w:p w:rsidR="009F3916" w:rsidRDefault="009F3916" w:rsidP="00210348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210348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767D2C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производства дверей для холодильников </w:t>
            </w:r>
          </w:p>
        </w:tc>
        <w:tc>
          <w:tcPr>
            <w:tcW w:w="3686" w:type="dxa"/>
            <w:vAlign w:val="center"/>
          </w:tcPr>
          <w:p w:rsidR="009F3916" w:rsidRDefault="009F3916" w:rsidP="00767D2C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767D2C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767D2C">
            <w:pPr>
              <w:pStyle w:val="aa"/>
              <w:jc w:val="left"/>
            </w:pPr>
            <w:r>
              <w:t>189.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9F3916" w:rsidRDefault="009F3916" w:rsidP="00767D2C">
            <w:pPr>
              <w:pStyle w:val="aa"/>
            </w:pPr>
            <w:r>
              <w:t>Применение средств звукопоглощения</w:t>
            </w:r>
          </w:p>
        </w:tc>
        <w:tc>
          <w:tcPr>
            <w:tcW w:w="2835" w:type="dxa"/>
            <w:vAlign w:val="center"/>
          </w:tcPr>
          <w:p w:rsidR="009F3916" w:rsidRDefault="009F3916" w:rsidP="00767D2C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Default="009F3916" w:rsidP="00767D2C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3916" w:rsidRDefault="009F3916" w:rsidP="00767D2C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767D2C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1D2119" w:rsidRDefault="001D2119" w:rsidP="00767D2C">
            <w:pPr>
              <w:pStyle w:val="aa"/>
              <w:rPr>
                <w:i/>
              </w:rPr>
            </w:pPr>
          </w:p>
          <w:p w:rsidR="009F3916" w:rsidRPr="00874480" w:rsidRDefault="009F3916" w:rsidP="00767D2C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упаковки </w:t>
            </w:r>
          </w:p>
        </w:tc>
        <w:tc>
          <w:tcPr>
            <w:tcW w:w="3686" w:type="dxa"/>
            <w:vAlign w:val="center"/>
          </w:tcPr>
          <w:p w:rsidR="009F3916" w:rsidRDefault="009F3916" w:rsidP="00767D2C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3916" w:rsidRDefault="009F3916" w:rsidP="00767D2C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  <w:tr w:rsidR="009F3916" w:rsidRPr="00AF49A3" w:rsidTr="008B4051">
        <w:trPr>
          <w:jc w:val="center"/>
        </w:trPr>
        <w:tc>
          <w:tcPr>
            <w:tcW w:w="3049" w:type="dxa"/>
            <w:vAlign w:val="center"/>
          </w:tcPr>
          <w:p w:rsidR="009F3916" w:rsidRPr="00874480" w:rsidRDefault="009F3916" w:rsidP="00767D2C">
            <w:pPr>
              <w:pStyle w:val="aa"/>
              <w:jc w:val="left"/>
            </w:pPr>
            <w:r>
              <w:lastRenderedPageBreak/>
              <w:t>190.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9F3916" w:rsidRDefault="009F3916" w:rsidP="00767D2C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3916" w:rsidRDefault="009F3916" w:rsidP="00767D2C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3916" w:rsidRPr="00063DF1" w:rsidRDefault="009F3916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2B65B5">
        <w:fldChar w:fldCharType="begin"/>
      </w:r>
      <w:r w:rsidR="002B65B5">
        <w:instrText xml:space="preserve"> DOCVARIABLE fill_date \* MERGEFORMAT </w:instrText>
      </w:r>
      <w:r w:rsidR="002B65B5">
        <w:fldChar w:fldCharType="separate"/>
      </w:r>
      <w:r w:rsidR="009F3916">
        <w:rPr>
          <w:rStyle w:val="a9"/>
        </w:rPr>
        <w:t>03.03.2020</w:t>
      </w:r>
      <w:r w:rsidR="002B65B5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  <w:bookmarkStart w:id="1" w:name="_GoBack"/>
      <w:bookmarkEnd w:id="1"/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5B5" w:rsidRPr="00874480" w:rsidRDefault="002B65B5" w:rsidP="00874480">
      <w:r>
        <w:separator/>
      </w:r>
    </w:p>
  </w:endnote>
  <w:endnote w:type="continuationSeparator" w:id="0">
    <w:p w:rsidR="002B65B5" w:rsidRPr="00874480" w:rsidRDefault="002B65B5" w:rsidP="0087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5B5" w:rsidRPr="00874480" w:rsidRDefault="002B65B5" w:rsidP="00874480">
      <w:r>
        <w:separator/>
      </w:r>
    </w:p>
  </w:footnote>
  <w:footnote w:type="continuationSeparator" w:id="0">
    <w:p w:rsidR="002B65B5" w:rsidRPr="00874480" w:rsidRDefault="002B65B5" w:rsidP="00874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dv_info1" w:val="     "/>
    <w:docVar w:name="adv_info2" w:val="     "/>
    <w:docVar w:name="adv_info3" w:val="     "/>
    <w:docVar w:name="boss_fio" w:val="Абоймова Т.И."/>
    <w:docVar w:name="ceh_info" w:val=" Общество с ограниченной ответственностью &quot;ЛГ Электроникс РУС&quot; "/>
    <w:docVar w:name="doc_type" w:val="6"/>
    <w:docVar w:name="fill_date" w:val="03.03.2020"/>
    <w:docVar w:name="org_guid" w:val="FCB773ACD1154DDBB690671428B92F56"/>
    <w:docVar w:name="org_id" w:val="120"/>
    <w:docVar w:name="org_name" w:val="     "/>
    <w:docVar w:name="pers_guids" w:val="42A1126A933D4FF99615D69F77201F5F@012-918-395 44"/>
    <w:docVar w:name="pers_snils" w:val="42A1126A933D4FF99615D69F77201F5F@012-918-395 44"/>
    <w:docVar w:name="pred_dolg" w:val="Руководитель службы охраны труда и промышленной безопасности"/>
    <w:docVar w:name="pred_fio" w:val="Логунов В.А."/>
    <w:docVar w:name="rbtd_adr" w:val="     "/>
    <w:docVar w:name="rbtd_name" w:val="Общество с ограниченной ответственностью &quot;ЛГ Электроникс РУС&quot;"/>
    <w:docVar w:name="sv_docs" w:val="1"/>
  </w:docVars>
  <w:rsids>
    <w:rsidRoot w:val="00874480"/>
    <w:rsid w:val="0002033E"/>
    <w:rsid w:val="00056BFC"/>
    <w:rsid w:val="0007776A"/>
    <w:rsid w:val="00093D2E"/>
    <w:rsid w:val="000C5130"/>
    <w:rsid w:val="00196135"/>
    <w:rsid w:val="001A7AC3"/>
    <w:rsid w:val="001B06AD"/>
    <w:rsid w:val="001D2119"/>
    <w:rsid w:val="00237B32"/>
    <w:rsid w:val="002B65B5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26489"/>
    <w:rsid w:val="00820552"/>
    <w:rsid w:val="00874480"/>
    <w:rsid w:val="008A4539"/>
    <w:rsid w:val="008B4051"/>
    <w:rsid w:val="008C0968"/>
    <w:rsid w:val="00922677"/>
    <w:rsid w:val="009647F7"/>
    <w:rsid w:val="00981DBF"/>
    <w:rsid w:val="009A1326"/>
    <w:rsid w:val="009D6532"/>
    <w:rsid w:val="009F3916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56E76"/>
    <w:rsid w:val="00C93056"/>
    <w:rsid w:val="00CA2E96"/>
    <w:rsid w:val="00CD2568"/>
    <w:rsid w:val="00D11966"/>
    <w:rsid w:val="00D13A32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FC0E03-580E-4605-9078-1289C2574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744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74480"/>
    <w:rPr>
      <w:sz w:val="24"/>
    </w:rPr>
  </w:style>
  <w:style w:type="paragraph" w:styleId="ad">
    <w:name w:val="footer"/>
    <w:basedOn w:val="a"/>
    <w:link w:val="ae"/>
    <w:rsid w:val="008744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7448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28</TotalTime>
  <Pages>7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Мария</dc:creator>
  <cp:lastModifiedBy>Natalya Davydova/LGERA Environment Safety Health Part(natalya.davydova@lge.com)</cp:lastModifiedBy>
  <cp:revision>4</cp:revision>
  <cp:lastPrinted>2020-03-25T09:11:00Z</cp:lastPrinted>
  <dcterms:created xsi:type="dcterms:W3CDTF">2020-03-03T10:54:00Z</dcterms:created>
  <dcterms:modified xsi:type="dcterms:W3CDTF">2020-06-23T09:38:00Z</dcterms:modified>
</cp:coreProperties>
</file>